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D19E3" w14:textId="77777777" w:rsidR="00EC0A00" w:rsidRPr="008A01A4" w:rsidRDefault="00EC0A00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6196F8D9" w14:textId="77777777"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77D57F6F" w14:textId="2E707E41" w:rsidR="008A01A4" w:rsidRPr="008A01A4" w:rsidRDefault="008A01A4" w:rsidP="008A01A4">
      <w:pPr>
        <w:rPr>
          <w:rFonts w:asciiTheme="minorHAnsi" w:hAnsiTheme="minorHAnsi" w:cs="Tahoma"/>
          <w:b/>
          <w:sz w:val="22"/>
          <w:szCs w:val="22"/>
        </w:rPr>
      </w:pPr>
      <w:r w:rsidRPr="008A01A4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5565C9">
        <w:rPr>
          <w:rFonts w:asciiTheme="minorHAnsi" w:hAnsiTheme="minorHAnsi" w:cs="Tahoma"/>
          <w:b/>
          <w:sz w:val="22"/>
          <w:szCs w:val="22"/>
        </w:rPr>
        <w:t>4</w:t>
      </w:r>
      <w:r w:rsidRPr="008A01A4">
        <w:rPr>
          <w:rFonts w:asciiTheme="minorHAnsi" w:hAnsiTheme="minorHAnsi" w:cs="Tahoma"/>
          <w:b/>
          <w:sz w:val="22"/>
          <w:szCs w:val="22"/>
        </w:rPr>
        <w:t xml:space="preserve"> zadávací dokumentace - Čestné prohlášení dodavatele o střetu zájmů</w:t>
      </w:r>
    </w:p>
    <w:p w14:paraId="5486C706" w14:textId="77777777"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518E1B34" w14:textId="77777777" w:rsidR="008A01A4" w:rsidRPr="00C64248" w:rsidRDefault="008A01A4" w:rsidP="008A01A4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8A01A4" w:rsidRPr="00C64248" w14:paraId="00120680" w14:textId="77777777" w:rsidTr="00821F03">
        <w:tc>
          <w:tcPr>
            <w:tcW w:w="2772" w:type="dxa"/>
            <w:shd w:val="clear" w:color="auto" w:fill="F2F2F2"/>
            <w:vAlign w:val="center"/>
          </w:tcPr>
          <w:p w14:paraId="53B6748E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14:paraId="19A23D2F" w14:textId="252135AA" w:rsidR="008A01A4" w:rsidRPr="00C64248" w:rsidRDefault="005565C9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565C9">
              <w:rPr>
                <w:rFonts w:asciiTheme="minorHAnsi" w:hAnsiTheme="minorHAnsi" w:cs="Calibri"/>
                <w:bCs/>
                <w:sz w:val="22"/>
                <w:szCs w:val="22"/>
              </w:rPr>
              <w:t>Zajištění pozáručního servisu přístrojů zdravotnické techniky</w:t>
            </w:r>
            <w:r w:rsidR="004C1187">
              <w:rPr>
                <w:rFonts w:asciiTheme="minorHAnsi" w:hAnsiTheme="minorHAnsi" w:cs="Calibri"/>
                <w:bCs/>
                <w:sz w:val="22"/>
                <w:szCs w:val="22"/>
              </w:rPr>
              <w:t>_2. kolo</w:t>
            </w:r>
          </w:p>
        </w:tc>
      </w:tr>
      <w:tr w:rsidR="008A01A4" w:rsidRPr="00C64248" w14:paraId="1AC15ABC" w14:textId="77777777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14:paraId="4E90087B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14:paraId="06A2486E" w14:textId="77777777" w:rsidR="008A01A4" w:rsidRPr="00C64248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8A01A4" w:rsidRPr="00C64248" w14:paraId="4AB139B6" w14:textId="77777777" w:rsidTr="00821F03">
        <w:tc>
          <w:tcPr>
            <w:tcW w:w="2772" w:type="dxa"/>
            <w:vMerge/>
            <w:shd w:val="clear" w:color="auto" w:fill="F2F2F2"/>
            <w:vAlign w:val="center"/>
          </w:tcPr>
          <w:p w14:paraId="06C2AFAC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14:paraId="75DA16FF" w14:textId="77777777" w:rsidR="008A01A4" w:rsidRPr="00C64248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</w:t>
            </w:r>
            <w:r w:rsidR="00D5756A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 27520536</w:t>
            </w:r>
          </w:p>
        </w:tc>
      </w:tr>
      <w:tr w:rsidR="008A01A4" w:rsidRPr="00C64248" w14:paraId="6E43A793" w14:textId="77777777" w:rsidTr="00821F03">
        <w:tc>
          <w:tcPr>
            <w:tcW w:w="10343" w:type="dxa"/>
            <w:gridSpan w:val="2"/>
            <w:shd w:val="clear" w:color="auto" w:fill="auto"/>
            <w:vAlign w:val="center"/>
          </w:tcPr>
          <w:p w14:paraId="0BFFC560" w14:textId="77777777" w:rsidR="008A01A4" w:rsidRPr="00C64248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A01A4" w:rsidRPr="00C64248" w14:paraId="4479A249" w14:textId="77777777" w:rsidTr="00821F03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348098FB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8A01A4" w:rsidRPr="00C64248" w:rsidDel="001A748D" w14:paraId="168F1440" w14:textId="77777777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0953A0D7" w14:textId="77777777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684E152B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34406593" w14:textId="77777777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0A0897DF" w14:textId="77777777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6B6F778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2D4091CA" w14:textId="77777777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5858DF9" w14:textId="77777777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FA44D92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36C8FABD" w14:textId="77777777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125AB41" w14:textId="77777777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</w:t>
            </w:r>
            <w:r w:rsidR="00D5756A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3D27B148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274EE2F1" w14:textId="77777777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5747E77F" w14:textId="77777777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C88CDDF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0ED32903" w14:textId="77777777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8650601" w14:textId="77777777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6A40EA8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53392EB2" w14:textId="77777777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55D913CF" w14:textId="77777777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3D9BD20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0548E5F5" w14:textId="77777777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53C133BC" w14:textId="77777777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35EAA1AB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19A12061" w14:textId="77777777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58AA8A65" w14:textId="77777777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14:paraId="218C2CD8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75CBEAFB" w14:textId="77777777" w:rsidTr="00821F03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5563EEC5" w14:textId="77777777" w:rsidR="008A01A4" w:rsidRPr="00C64248" w:rsidDel="001A748D" w:rsidRDefault="008A01A4" w:rsidP="00821F03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8A01A4" w:rsidRPr="00C64248" w:rsidDel="001A748D" w14:paraId="5C79A0C5" w14:textId="77777777" w:rsidTr="00821F03">
        <w:tc>
          <w:tcPr>
            <w:tcW w:w="2772" w:type="dxa"/>
            <w:shd w:val="clear" w:color="auto" w:fill="FFFFFF" w:themeFill="background1"/>
          </w:tcPr>
          <w:p w14:paraId="2B02A335" w14:textId="77777777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1F3C0431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0DC13AA0" w14:textId="77777777" w:rsidTr="00821F03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41197EA8" w14:textId="77777777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A1CCBC0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0838AB3A" w14:textId="77777777" w:rsidTr="00821F03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8F2D69A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C64248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271FC0EA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010D77DD" w14:textId="77777777" w:rsidR="008A01A4" w:rsidRPr="00C64248" w:rsidRDefault="008A01A4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7CBBF7B4" w14:textId="33C70875" w:rsidR="003F083A" w:rsidRPr="00C64248" w:rsidRDefault="00585DA7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zadávacího řízení na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zakázk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B22276" w:rsidRPr="005565C9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>„</w:t>
      </w:r>
      <w:r w:rsidR="005565C9" w:rsidRPr="005565C9">
        <w:rPr>
          <w:rFonts w:asciiTheme="minorHAnsi" w:hAnsiTheme="minorHAnsi" w:cs="Calibri"/>
          <w:b/>
          <w:bCs/>
          <w:sz w:val="22"/>
          <w:szCs w:val="22"/>
        </w:rPr>
        <w:t>Zajištění pozáručního servisu přístrojů zdravotnické techniky</w:t>
      </w:r>
      <w:r w:rsidR="004C1187">
        <w:rPr>
          <w:rFonts w:asciiTheme="minorHAnsi" w:hAnsiTheme="minorHAnsi" w:cs="Calibri"/>
          <w:b/>
          <w:bCs/>
          <w:sz w:val="22"/>
          <w:szCs w:val="22"/>
        </w:rPr>
        <w:t>_2. kolo</w:t>
      </w:r>
      <w:r w:rsidR="00B22276" w:rsidRPr="005565C9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>“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C64248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</w:p>
    <w:p w14:paraId="521AAADA" w14:textId="77777777" w:rsidR="003F083A" w:rsidRPr="00C64248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C64248">
        <w:rPr>
          <w:rFonts w:asciiTheme="minorHAnsi" w:hAnsiTheme="minorHAnsi" w:cs="Arial"/>
          <w:sz w:val="22"/>
          <w:szCs w:val="22"/>
        </w:rPr>
        <w:t xml:space="preserve">č. 159/2006 Sb., o střetu zájmů, v platném znění </w:t>
      </w:r>
      <w:r w:rsidRPr="00C64248">
        <w:rPr>
          <w:rFonts w:asciiTheme="minorHAnsi" w:hAnsiTheme="minorHAnsi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C64248">
        <w:rPr>
          <w:rFonts w:asciiTheme="minorHAnsi" w:hAnsiTheme="minorHAnsi" w:cs="Arial"/>
          <w:sz w:val="22"/>
          <w:szCs w:val="22"/>
          <w:shd w:val="clear" w:color="auto" w:fill="C0C0C0"/>
        </w:rPr>
        <w:t xml:space="preserve"> </w:t>
      </w:r>
    </w:p>
    <w:p w14:paraId="64195951" w14:textId="77777777" w:rsidR="003F083A" w:rsidRPr="00C64248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>že neprokazuje svou kvalifikaci prostřednictvím osoby uvedené v předchozí odrážce.</w:t>
      </w:r>
    </w:p>
    <w:p w14:paraId="3B845663" w14:textId="77777777" w:rsidR="001132CC" w:rsidRPr="00C64248" w:rsidRDefault="001132CC" w:rsidP="003F083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14:paraId="5EF2E543" w14:textId="77777777" w:rsidR="003A581C" w:rsidRPr="00C64248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C64248" w:rsidSect="008A01A4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</w:p>
    <w:p w14:paraId="27521841" w14:textId="77777777" w:rsidR="00B22276" w:rsidRPr="00C64248" w:rsidRDefault="00B22276" w:rsidP="00C76D83">
      <w:pPr>
        <w:rPr>
          <w:rFonts w:asciiTheme="minorHAnsi" w:hAnsiTheme="minorHAnsi" w:cs="Arial"/>
          <w:sz w:val="22"/>
          <w:szCs w:val="22"/>
        </w:rPr>
      </w:pPr>
    </w:p>
    <w:p w14:paraId="13793215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2B831983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5F766DCF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5D5F9961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378C0FC1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13454013" w14:textId="77777777" w:rsidR="001648E6" w:rsidRPr="00C64248" w:rsidRDefault="001648E6" w:rsidP="00B3762A">
      <w:pPr>
        <w:ind w:left="-709"/>
        <w:rPr>
          <w:rFonts w:asciiTheme="minorHAnsi" w:hAnsiTheme="minorHAnsi" w:cs="Arial"/>
          <w:sz w:val="22"/>
          <w:szCs w:val="22"/>
        </w:rPr>
      </w:pPr>
      <w:r w:rsidRPr="00C64248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C64248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C64248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C64248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C64248">
        <w:rPr>
          <w:rFonts w:asciiTheme="minorHAnsi" w:hAnsiTheme="minorHAnsi" w:cs="Arial"/>
          <w:sz w:val="22"/>
          <w:szCs w:val="22"/>
        </w:rPr>
        <w:t xml:space="preserve"> </w:t>
      </w:r>
      <w:r w:rsidRPr="00C64248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C64248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14:paraId="62B7CE06" w14:textId="77777777" w:rsidR="001648E6" w:rsidRPr="00C64248" w:rsidRDefault="001648E6" w:rsidP="00C76D83">
      <w:pPr>
        <w:rPr>
          <w:rFonts w:asciiTheme="minorHAnsi" w:hAnsiTheme="minorHAnsi" w:cs="Arial"/>
          <w:sz w:val="22"/>
          <w:szCs w:val="22"/>
        </w:rPr>
      </w:pPr>
    </w:p>
    <w:p w14:paraId="4067B411" w14:textId="77777777" w:rsidR="006F0C12" w:rsidRPr="00C64248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6573BBA0" w14:textId="77777777" w:rsidR="006F0C12" w:rsidRPr="00C64248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23F1E5F5" w14:textId="77777777" w:rsidR="006F0C12" w:rsidRPr="00C64248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120FB303" w14:textId="77777777" w:rsidR="009D6189" w:rsidRPr="00C64248" w:rsidRDefault="009D6189" w:rsidP="009D6189">
      <w:pPr>
        <w:ind w:left="-709"/>
        <w:rPr>
          <w:rFonts w:asciiTheme="minorHAnsi" w:hAnsiTheme="minorHAnsi"/>
          <w:sz w:val="22"/>
          <w:szCs w:val="22"/>
        </w:rPr>
      </w:pPr>
      <w:r w:rsidRPr="00C64248">
        <w:rPr>
          <w:rFonts w:asciiTheme="minorHAnsi" w:hAnsiTheme="minorHAnsi"/>
          <w:sz w:val="22"/>
          <w:szCs w:val="22"/>
        </w:rPr>
        <w:t>Podpis osoby oprávněné jednat za dodavatele:</w:t>
      </w:r>
      <w:r w:rsidR="00EA3F3B" w:rsidRPr="00C64248">
        <w:rPr>
          <w:rFonts w:asciiTheme="minorHAnsi" w:hAnsiTheme="minorHAnsi"/>
          <w:sz w:val="22"/>
          <w:szCs w:val="22"/>
        </w:rPr>
        <w:t xml:space="preserve"> </w:t>
      </w:r>
      <w:r w:rsidR="00EA3F3B" w:rsidRPr="00C64248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14:paraId="7F5326BE" w14:textId="77777777"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ab/>
      </w:r>
    </w:p>
    <w:p w14:paraId="3402511E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14:paraId="57EEBCBF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14:paraId="7CCBC4D9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sectPr w:rsidR="009C51A5" w:rsidRPr="008A01A4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1255E" w14:textId="77777777" w:rsidR="00353621" w:rsidRDefault="00353621">
      <w:r>
        <w:separator/>
      </w:r>
    </w:p>
  </w:endnote>
  <w:endnote w:type="continuationSeparator" w:id="0">
    <w:p w14:paraId="309C2F12" w14:textId="77777777" w:rsidR="00353621" w:rsidRDefault="0035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F3EB1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94C061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65C0" w14:textId="77777777"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D2A55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BB464" w14:textId="77777777" w:rsidR="00353621" w:rsidRDefault="00353621">
      <w:r>
        <w:separator/>
      </w:r>
    </w:p>
  </w:footnote>
  <w:footnote w:type="continuationSeparator" w:id="0">
    <w:p w14:paraId="2E90B497" w14:textId="77777777" w:rsidR="00353621" w:rsidRDefault="00353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CDD98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D7424"/>
    <w:rsid w:val="000E0300"/>
    <w:rsid w:val="000E2BCB"/>
    <w:rsid w:val="000E373A"/>
    <w:rsid w:val="000E4275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3676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04BB"/>
    <w:rsid w:val="001D3BDE"/>
    <w:rsid w:val="001E06A1"/>
    <w:rsid w:val="001E63F7"/>
    <w:rsid w:val="001F1385"/>
    <w:rsid w:val="001F32C6"/>
    <w:rsid w:val="001F3A17"/>
    <w:rsid w:val="00200FEA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0027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3621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187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3594"/>
    <w:rsid w:val="00555BC8"/>
    <w:rsid w:val="005565C9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2F8C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A7C05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172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570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B01240"/>
    <w:rsid w:val="00B02447"/>
    <w:rsid w:val="00B04D4D"/>
    <w:rsid w:val="00B12C00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4248"/>
    <w:rsid w:val="00C65C4A"/>
    <w:rsid w:val="00C7432B"/>
    <w:rsid w:val="00C76D83"/>
    <w:rsid w:val="00C7755E"/>
    <w:rsid w:val="00C8156C"/>
    <w:rsid w:val="00C926B3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6B85"/>
    <w:rsid w:val="00D47CEA"/>
    <w:rsid w:val="00D50D4E"/>
    <w:rsid w:val="00D521DE"/>
    <w:rsid w:val="00D55E4E"/>
    <w:rsid w:val="00D56623"/>
    <w:rsid w:val="00D5756A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3D9A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2CC5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3F3B"/>
    <w:rsid w:val="00EA4A3C"/>
    <w:rsid w:val="00EB42B0"/>
    <w:rsid w:val="00EB4DF8"/>
    <w:rsid w:val="00EC0388"/>
    <w:rsid w:val="00EC0A00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C25D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14D6C6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9</TotalTime>
  <Pages>1</Pages>
  <Words>180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Polášek Antónia (PKN-ZAK)</cp:lastModifiedBy>
  <cp:revision>22</cp:revision>
  <cp:lastPrinted>2008-06-11T13:40:00Z</cp:lastPrinted>
  <dcterms:created xsi:type="dcterms:W3CDTF">2018-10-15T07:28:00Z</dcterms:created>
  <dcterms:modified xsi:type="dcterms:W3CDTF">2021-05-28T11:31:00Z</dcterms:modified>
</cp:coreProperties>
</file>